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0D9" w:rsidRDefault="00C770D9" w:rsidP="00EA4E88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8/a. sz. melléklet:</w:t>
      </w:r>
    </w:p>
    <w:p w:rsidR="00C770D9" w:rsidRDefault="00C770D9" w:rsidP="00EA4E8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összeolvadási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összeolvadó társaságnál, mint jogelődnél </w:t>
      </w:r>
      <w:r w:rsidRPr="004024A0">
        <w:rPr>
          <w:sz w:val="20"/>
          <w:lang w:val="hu-HU"/>
        </w:rPr>
        <w:t>(nincs melléklet)</w:t>
      </w:r>
    </w:p>
    <w:p w:rsidR="00C770D9" w:rsidRDefault="00C770D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770D9" w:rsidRDefault="00C770D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C770D9" w:rsidRPr="00D26E33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C770D9" w:rsidRPr="00D26E33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770D9" w:rsidRPr="002C4B51" w:rsidRDefault="00C770D9" w:rsidP="00EA4E8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Összeolvadó</w:t>
      </w:r>
      <w:r w:rsidRPr="002C4B51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2C4B51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C770D9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C770D9" w:rsidRPr="00D2184F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C770D9" w:rsidRDefault="00C770D9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C770D9" w:rsidRDefault="00C770D9" w:rsidP="00F60CD9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2C4B51">
        <w:rPr>
          <w:rFonts w:ascii="Times New Roman" w:hAnsi="Times New Roman"/>
          <w:sz w:val="20"/>
          <w:lang w:val="hu-HU"/>
        </w:rPr>
        <w:t xml:space="preserve">a(z) </w:t>
      </w:r>
      <w:r w:rsidRPr="002C4B51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Összeolvadó</w:t>
      </w:r>
      <w:r w:rsidRPr="002C4B51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2C4B51">
        <w:rPr>
          <w:rFonts w:ascii="Times New Roman" w:hAnsi="Times New Roman"/>
          <w:color w:val="FF0000"/>
          <w:sz w:val="20"/>
          <w:lang w:val="hu-HU"/>
        </w:rPr>
        <w:t>]</w:t>
      </w:r>
      <w:r w:rsidRPr="002C4B51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>z össze</w:t>
      </w:r>
      <w:r w:rsidRPr="002C4B51">
        <w:rPr>
          <w:rFonts w:ascii="Times New Roman" w:hAnsi="Times New Roman"/>
          <w:sz w:val="20"/>
          <w:lang w:val="hu-HU"/>
        </w:rPr>
        <w:t xml:space="preserve">olvadás után </w:t>
      </w:r>
      <w:r>
        <w:rPr>
          <w:rFonts w:ascii="Times New Roman" w:hAnsi="Times New Roman"/>
          <w:sz w:val="20"/>
          <w:lang w:val="hu-HU"/>
        </w:rPr>
        <w:t>megszűnő</w:t>
      </w:r>
      <w:r w:rsidRPr="002C4B51">
        <w:rPr>
          <w:rFonts w:ascii="Times New Roman" w:hAnsi="Times New Roman"/>
          <w:sz w:val="20"/>
          <w:lang w:val="hu-HU"/>
        </w:rPr>
        <w:t xml:space="preserve"> társaság 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>jogelőd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 társaság”)</w:t>
      </w:r>
      <w:r w:rsidRPr="002C4B51">
        <w:rPr>
          <w:rFonts w:ascii="Times New Roman" w:hAnsi="Times New Roman"/>
          <w:sz w:val="20"/>
          <w:lang w:val="hu-HU"/>
        </w:rPr>
        <w:t>, a</w:t>
      </w:r>
      <w:r>
        <w:rPr>
          <w:rFonts w:ascii="Times New Roman" w:hAnsi="Times New Roman"/>
          <w:sz w:val="20"/>
          <w:lang w:val="hu-HU"/>
        </w:rPr>
        <w:t>z össze</w:t>
      </w:r>
      <w:r w:rsidRPr="002C4B51">
        <w:rPr>
          <w:rFonts w:ascii="Times New Roman" w:hAnsi="Times New Roman"/>
          <w:sz w:val="20"/>
          <w:lang w:val="hu-HU"/>
        </w:rPr>
        <w:t xml:space="preserve">olvadás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2C4B51">
        <w:rPr>
          <w:rFonts w:ascii="Times New Roman" w:hAnsi="Times New Roman"/>
          <w:sz w:val="20"/>
          <w:lang w:val="hu-HU"/>
        </w:rPr>
        <w:t>vonatkozó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2C4B51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saját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C770D9" w:rsidRPr="00D2184F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770D9" w:rsidRDefault="00C770D9" w:rsidP="00EA4E8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Összeolvadó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C770D9" w:rsidRPr="002E3ADC" w:rsidRDefault="00C770D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770D9" w:rsidRPr="00D26E33" w:rsidRDefault="00C770D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C770D9" w:rsidRDefault="00C770D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770D9" w:rsidRDefault="00C770D9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C770D9" w:rsidRPr="00D26E33" w:rsidRDefault="00C770D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770D9" w:rsidRDefault="00C770D9" w:rsidP="00EA4E88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C770D9" w:rsidRPr="00CD0C83" w:rsidRDefault="00C770D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C770D9" w:rsidRDefault="00C770D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C770D9" w:rsidRDefault="00C770D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C770D9" w:rsidRPr="00D81BE9" w:rsidRDefault="00C770D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C770D9" w:rsidRDefault="00C770D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770D9" w:rsidRPr="00D81BE9" w:rsidRDefault="00C770D9" w:rsidP="003C109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C770D9" w:rsidRPr="003D1DA3" w:rsidRDefault="00C770D9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C770D9" w:rsidRPr="00D26E33" w:rsidRDefault="00C770D9" w:rsidP="002C4B5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C770D9" w:rsidRDefault="00C770D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C770D9" w:rsidRDefault="00C770D9" w:rsidP="002C4B5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C770D9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770D9" w:rsidRDefault="00C770D9" w:rsidP="002E683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C770D9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C770D9" w:rsidRDefault="00C770D9" w:rsidP="00EA4E88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C770D9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C770D9" w:rsidRDefault="00C770D9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C770D9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C770D9" w:rsidRDefault="00C770D9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C770D9" w:rsidRPr="00BF5EE3" w:rsidRDefault="00C770D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770D9" w:rsidRPr="009F05AD" w:rsidRDefault="00C770D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C770D9" w:rsidRPr="009F05AD" w:rsidRDefault="00C770D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C770D9" w:rsidRPr="009F05AD" w:rsidRDefault="00C770D9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C770D9" w:rsidRPr="009F05AD" w:rsidRDefault="00C770D9" w:rsidP="00EA4E88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jogelőd tá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rsaság belső kontrolljának hatékonyságára vonatkozóan véleményt nyilvánítsak(unk).</w:t>
      </w:r>
    </w:p>
    <w:p w:rsidR="00C770D9" w:rsidRPr="009F05AD" w:rsidRDefault="00C770D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C770D9" w:rsidRPr="009F05AD" w:rsidRDefault="00C770D9" w:rsidP="002E683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C770D9" w:rsidRPr="009F05AD" w:rsidRDefault="00C770D9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C770D9" w:rsidRPr="009F05AD" w:rsidRDefault="00C770D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C770D9" w:rsidRPr="009F05AD" w:rsidRDefault="00C770D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C770D9" w:rsidRDefault="00C770D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770D9" w:rsidRDefault="00C770D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C770D9" w:rsidRPr="003A48B3" w:rsidRDefault="00C770D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C770D9" w:rsidRPr="00D26E33" w:rsidRDefault="00C770D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C770D9" w:rsidRPr="00D26E33" w:rsidRDefault="00C770D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C770D9" w:rsidRPr="00D26E33" w:rsidRDefault="00C770D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C770D9" w:rsidRPr="00D26E33" w:rsidRDefault="00C770D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C770D9" w:rsidRPr="00D26E33" w:rsidRDefault="00C770D9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C770D9" w:rsidRPr="0080033F" w:rsidRDefault="00C770D9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770D9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0D9" w:rsidRDefault="00C770D9" w:rsidP="001E2511">
      <w:pPr>
        <w:spacing w:after="0" w:line="240" w:lineRule="auto"/>
      </w:pPr>
      <w:r>
        <w:separator/>
      </w:r>
    </w:p>
  </w:endnote>
  <w:endnote w:type="continuationSeparator" w:id="0">
    <w:p w:rsidR="00C770D9" w:rsidRDefault="00C770D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0D9" w:rsidRDefault="00C770D9">
    <w:pPr>
      <w:pStyle w:val="Footer"/>
      <w:jc w:val="center"/>
    </w:pPr>
    <w:fldSimple w:instr="PAGE   \* MERGEFORMAT">
      <w:r w:rsidRPr="003C109F">
        <w:rPr>
          <w:noProof/>
          <w:lang w:val="hu-HU"/>
        </w:rPr>
        <w:t>1</w:t>
      </w:r>
    </w:fldSimple>
  </w:p>
  <w:p w:rsidR="00C770D9" w:rsidRDefault="00C770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0D9" w:rsidRDefault="00C770D9" w:rsidP="001E2511">
      <w:pPr>
        <w:spacing w:after="0" w:line="240" w:lineRule="auto"/>
      </w:pPr>
      <w:r>
        <w:separator/>
      </w:r>
    </w:p>
  </w:footnote>
  <w:footnote w:type="continuationSeparator" w:id="0">
    <w:p w:rsidR="00C770D9" w:rsidRDefault="00C770D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11B2"/>
    <w:rsid w:val="0007580D"/>
    <w:rsid w:val="00076357"/>
    <w:rsid w:val="00090665"/>
    <w:rsid w:val="000B2BF8"/>
    <w:rsid w:val="000C53E8"/>
    <w:rsid w:val="000D3053"/>
    <w:rsid w:val="000D3113"/>
    <w:rsid w:val="000E18F2"/>
    <w:rsid w:val="000F7DB6"/>
    <w:rsid w:val="0012784A"/>
    <w:rsid w:val="00127978"/>
    <w:rsid w:val="00133FAB"/>
    <w:rsid w:val="001568DD"/>
    <w:rsid w:val="00160268"/>
    <w:rsid w:val="001715E1"/>
    <w:rsid w:val="001835FB"/>
    <w:rsid w:val="001A72A3"/>
    <w:rsid w:val="001C19F3"/>
    <w:rsid w:val="001E2511"/>
    <w:rsid w:val="001F4991"/>
    <w:rsid w:val="00203A97"/>
    <w:rsid w:val="00223731"/>
    <w:rsid w:val="00235BE1"/>
    <w:rsid w:val="0024017A"/>
    <w:rsid w:val="00247292"/>
    <w:rsid w:val="0027581F"/>
    <w:rsid w:val="00292B45"/>
    <w:rsid w:val="00296C00"/>
    <w:rsid w:val="002A38FE"/>
    <w:rsid w:val="002C4B51"/>
    <w:rsid w:val="002E019D"/>
    <w:rsid w:val="002E3ADC"/>
    <w:rsid w:val="002E683F"/>
    <w:rsid w:val="002F0D7F"/>
    <w:rsid w:val="002F72C7"/>
    <w:rsid w:val="002F79B7"/>
    <w:rsid w:val="0032557C"/>
    <w:rsid w:val="0032709E"/>
    <w:rsid w:val="00344CDA"/>
    <w:rsid w:val="00347176"/>
    <w:rsid w:val="003574AB"/>
    <w:rsid w:val="003577B5"/>
    <w:rsid w:val="0036040D"/>
    <w:rsid w:val="00383C8A"/>
    <w:rsid w:val="003A20C2"/>
    <w:rsid w:val="003A48B3"/>
    <w:rsid w:val="003C109F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9527B"/>
    <w:rsid w:val="004A4B47"/>
    <w:rsid w:val="004B0755"/>
    <w:rsid w:val="004C5F47"/>
    <w:rsid w:val="00516E90"/>
    <w:rsid w:val="005300E7"/>
    <w:rsid w:val="00532C79"/>
    <w:rsid w:val="0053616F"/>
    <w:rsid w:val="00546D01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27136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3CD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2272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1EA1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C7AAE"/>
    <w:rsid w:val="00BD4057"/>
    <w:rsid w:val="00BE014A"/>
    <w:rsid w:val="00BF5EE3"/>
    <w:rsid w:val="00C031A2"/>
    <w:rsid w:val="00C11015"/>
    <w:rsid w:val="00C21C70"/>
    <w:rsid w:val="00C30EE1"/>
    <w:rsid w:val="00C33E96"/>
    <w:rsid w:val="00C34F1F"/>
    <w:rsid w:val="00C55FD9"/>
    <w:rsid w:val="00C770D9"/>
    <w:rsid w:val="00C83135"/>
    <w:rsid w:val="00C87A9C"/>
    <w:rsid w:val="00CC0EB7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A4E88"/>
    <w:rsid w:val="00EC4D43"/>
    <w:rsid w:val="00ED187E"/>
    <w:rsid w:val="00EE0115"/>
    <w:rsid w:val="00EE5FD2"/>
    <w:rsid w:val="00EF2913"/>
    <w:rsid w:val="00EF506D"/>
    <w:rsid w:val="00EF6DAA"/>
    <w:rsid w:val="00F011BD"/>
    <w:rsid w:val="00F05FF7"/>
    <w:rsid w:val="00F06593"/>
    <w:rsid w:val="00F1464D"/>
    <w:rsid w:val="00F34830"/>
    <w:rsid w:val="00F36C29"/>
    <w:rsid w:val="00F5435B"/>
    <w:rsid w:val="00F5650D"/>
    <w:rsid w:val="00F60CD9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974</Words>
  <Characters>6727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2018-03-26T11:50:00Z</dcterms:created>
  <dcterms:modified xsi:type="dcterms:W3CDTF">2020-07-20T09:12:00Z</dcterms:modified>
</cp:coreProperties>
</file>